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B27" w:rsidRDefault="00234030">
      <w:bookmarkStart w:id="0" w:name="_GoBack"/>
      <w:bookmarkEnd w:id="0"/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934412" wp14:editId="38A75C07">
                <wp:simplePos x="0" y="0"/>
                <wp:positionH relativeFrom="column">
                  <wp:posOffset>58750</wp:posOffset>
                </wp:positionH>
                <wp:positionV relativeFrom="paragraph">
                  <wp:posOffset>1977593</wp:posOffset>
                </wp:positionV>
                <wp:extent cx="3006725" cy="607161"/>
                <wp:effectExtent l="0" t="0" r="3175" b="2540"/>
                <wp:wrapNone/>
                <wp:docPr id="31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6725" cy="60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544"/>
                              <w:gridCol w:w="851"/>
                            </w:tblGrid>
                            <w:tr w:rsidR="007620EC" w:rsidTr="007620EC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544" w:type="dxa"/>
                                </w:tcPr>
                                <w:p w:rsidR="007620EC" w:rsidRDefault="00234030" w:rsidP="00234030">
                                  <w:pPr>
                                    <w:pStyle w:val="R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〇〇　〇〇〇</w:t>
                                  </w:r>
                                </w:p>
                              </w:tc>
                              <w:bookmarkStart w:id="1" w:name="rcvSama"/>
                              <w:tc>
                                <w:tcPr>
                                  <w:tcW w:w="851" w:type="dxa"/>
                                </w:tcPr>
                                <w:p w:rsidR="007620EC" w:rsidRDefault="00234030" w:rsidP="00E55520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If </w:instrTex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MERGEFIELD 敬称 \m</w:instrText>
                                  </w:r>
                                  <w:r>
                                    <w:instrText xml:space="preserve"> 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instrText xml:space="preserve"> &lt;&gt; "" </w:instrTex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敬称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instrText>«敬称»</w:instrTex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  <w:r>
                                    <w:instrText xml:space="preserve"> "様"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様</w:t>
                                  </w:r>
                                  <w:r>
                                    <w:fldChar w:fldCharType="end"/>
                                  </w:r>
                                  <w:bookmarkEnd w:id="1"/>
                                  <w:r w:rsidR="007620EC">
                                    <w:fldChar w:fldCharType="begin"/>
                                  </w:r>
                                  <w:r w:rsidR="007620EC">
                                    <w:instrText xml:space="preserve"> If </w:instrText>
                                  </w:r>
                                  <w:r w:rsidR="007620EC">
                                    <w:fldChar w:fldCharType="begin"/>
                                  </w:r>
                                  <w:r w:rsidR="007620EC">
                                    <w:instrText xml:space="preserve"> MERGEFIELD 連名 \m </w:instrText>
                                  </w:r>
                                  <w:r w:rsidR="007620EC">
                                    <w:fldChar w:fldCharType="end"/>
                                  </w:r>
                                  <w:r w:rsidR="007620EC">
                                    <w:instrText xml:space="preserve"> &lt;&gt; "" </w:instrText>
                                  </w:r>
                                  <w:r w:rsidR="00E55520">
                                    <w:fldChar w:fldCharType="begin"/>
                                  </w:r>
                                  <w:r w:rsidR="00E55520">
                                    <w:instrText xml:space="preserve"> REF rcvSama </w:instrText>
                                  </w:r>
                                  <w:r w:rsidR="00E55520">
                                    <w:fldChar w:fldCharType="separate"/>
                                  </w:r>
                                  <w:r w:rsidR="007620EC">
                                    <w:rPr>
                                      <w:rFonts w:hint="eastAsia"/>
                                    </w:rPr>
                                    <w:instrText>様</w:instrText>
                                  </w:r>
                                  <w:r w:rsidR="00E55520">
                                    <w:fldChar w:fldCharType="end"/>
                                  </w:r>
                                  <w:r w:rsidR="007620EC">
                                    <w:instrText xml:space="preserve"> "" </w:instrText>
                                  </w:r>
                                  <w:r w:rsidR="007620EC"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:rsidR="007620EC" w:rsidRDefault="007620E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7" o:spid="_x0000_s1026" type="#_x0000_t202" style="position:absolute;left:0;text-align:left;margin-left:4.65pt;margin-top:155.7pt;width:236.75pt;height:4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544"/>
                        <w:gridCol w:w="851"/>
                      </w:tblGrid>
                      <w:tr w:rsidR="007620EC" w:rsidTr="007620EC">
                        <w:trPr>
                          <w:cantSplit/>
                          <w:trHeight w:val="1418"/>
                        </w:trPr>
                        <w:tc>
                          <w:tcPr>
                            <w:tcW w:w="3544" w:type="dxa"/>
                          </w:tcPr>
                          <w:p w:rsidR="007620EC" w:rsidRDefault="00234030" w:rsidP="00234030">
                            <w:pPr>
                              <w:pStyle w:val="R0"/>
                            </w:pPr>
                            <w:r>
                              <w:rPr>
                                <w:rFonts w:hint="eastAsia"/>
                              </w:rPr>
                              <w:t>〇〇　〇〇〇</w:t>
                            </w:r>
                          </w:p>
                        </w:tc>
                        <w:bookmarkStart w:id="2" w:name="rcvSama"/>
                        <w:tc>
                          <w:tcPr>
                            <w:tcW w:w="851" w:type="dxa"/>
                          </w:tcPr>
                          <w:p w:rsidR="007620EC" w:rsidRDefault="00234030" w:rsidP="00E55520">
                            <w:pPr>
                              <w:pStyle w:val="R0"/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>MERGEFIELD 敬称 \m</w:instrText>
                            </w:r>
                            <w:r>
                              <w:instrText xml:space="preserve"> 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 &lt;&gt; ""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敬称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instrText>«敬称»</w:instrTex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instrText xml:space="preserve"> "様"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様</w:t>
                            </w:r>
                            <w:r>
                              <w:fldChar w:fldCharType="end"/>
                            </w:r>
                            <w:bookmarkEnd w:id="2"/>
                            <w:r w:rsidR="007620EC">
                              <w:fldChar w:fldCharType="begin"/>
                            </w:r>
                            <w:r w:rsidR="007620EC">
                              <w:instrText xml:space="preserve"> If </w:instrText>
                            </w:r>
                            <w:r w:rsidR="007620EC">
                              <w:fldChar w:fldCharType="begin"/>
                            </w:r>
                            <w:r w:rsidR="007620EC">
                              <w:instrText xml:space="preserve"> MERGEFIELD 連名 \m </w:instrText>
                            </w:r>
                            <w:r w:rsidR="007620EC">
                              <w:fldChar w:fldCharType="end"/>
                            </w:r>
                            <w:r w:rsidR="007620EC">
                              <w:instrText xml:space="preserve"> &lt;&gt; "" </w:instrText>
                            </w:r>
                            <w:r w:rsidR="00E55520">
                              <w:fldChar w:fldCharType="begin"/>
                            </w:r>
                            <w:r w:rsidR="00E55520">
                              <w:instrText xml:space="preserve"> REF rcvSama </w:instrText>
                            </w:r>
                            <w:r w:rsidR="00E55520">
                              <w:fldChar w:fldCharType="separate"/>
                            </w:r>
                            <w:r w:rsidR="007620EC">
                              <w:rPr>
                                <w:rFonts w:hint="eastAsia"/>
                              </w:rPr>
                              <w:instrText>様</w:instrText>
                            </w:r>
                            <w:r w:rsidR="00E55520">
                              <w:fldChar w:fldCharType="end"/>
                            </w:r>
                            <w:r w:rsidR="007620EC">
                              <w:instrText xml:space="preserve"> "" </w:instrText>
                            </w:r>
                            <w:r w:rsidR="007620EC">
                              <w:fldChar w:fldCharType="end"/>
                            </w:r>
                          </w:p>
                        </w:tc>
                      </w:tr>
                    </w:tbl>
                    <w:p w:rsidR="007620EC" w:rsidRDefault="007620E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E59D09" wp14:editId="23C634B1">
                <wp:simplePos x="0" y="0"/>
                <wp:positionH relativeFrom="column">
                  <wp:posOffset>596265</wp:posOffset>
                </wp:positionH>
                <wp:positionV relativeFrom="paragraph">
                  <wp:posOffset>1322705</wp:posOffset>
                </wp:positionV>
                <wp:extent cx="2390140" cy="657860"/>
                <wp:effectExtent l="0" t="0" r="10160" b="8890"/>
                <wp:wrapNone/>
                <wp:docPr id="28" name="テキスト ボック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140" cy="657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7620EC" w:rsidRPr="007620EC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bookmarkStart w:id="3" w:name="rcvAddress" w:colFirst="0" w:colLast="0"/>
                                <w:p w:rsidR="007620EC" w:rsidRPr="007620EC" w:rsidRDefault="007620EC" w:rsidP="007620EC">
                                  <w:pPr>
                                    <w:pStyle w:val="R1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620EC">
                                    <w:rPr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7620EC">
                                    <w:rPr>
                                      <w:sz w:val="24"/>
                                      <w:szCs w:val="24"/>
                                    </w:rPr>
                                    <w:instrText xml:space="preserve"> MERGEFIELD 住所_1 \m </w:instrText>
                                  </w:r>
                                  <w:r w:rsidRPr="007620EC">
                                    <w:rPr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  <w:p w:rsidR="007620EC" w:rsidRPr="007620EC" w:rsidRDefault="00E55520" w:rsidP="007620EC">
                                  <w:pPr>
                                    <w:pStyle w:val="R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〇〇</w:t>
                                  </w:r>
                                  <w:r w:rsidR="007620EC" w:rsidRPr="007620EC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県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〇</w:t>
                                  </w:r>
                                  <w:r w:rsidR="007620EC" w:rsidRPr="007620EC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市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〇〇〇〇〇</w:t>
                                  </w:r>
                                  <w:r w:rsidR="007620EC" w:rsidRPr="007620EC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1－1－1</w:t>
                                  </w:r>
                                  <w:r w:rsidR="007620EC" w:rsidRPr="007620EC">
                                    <w:rPr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="007620EC" w:rsidRPr="007620EC">
                                    <w:rPr>
                                      <w:sz w:val="24"/>
                                      <w:szCs w:val="24"/>
                                    </w:rPr>
                                    <w:instrText xml:space="preserve"> MERGEFIELD 住所_2 \m </w:instrText>
                                  </w:r>
                                  <w:r w:rsidR="007620EC" w:rsidRPr="007620EC">
                                    <w:rPr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3"/>
                          </w:tbl>
                          <w:p w:rsidR="007620EC" w:rsidRPr="007620EC" w:rsidRDefault="007620EC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6" o:spid="_x0000_s1027" type="#_x0000_t202" style="position:absolute;left:0;text-align:left;margin-left:46.95pt;margin-top:104.15pt;width:188.2pt;height:5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7620EC" w:rsidRPr="007620EC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bookmarkStart w:id="4" w:name="rcvAddress" w:colFirst="0" w:colLast="0"/>
                          <w:p w:rsidR="007620EC" w:rsidRPr="007620EC" w:rsidRDefault="007620EC" w:rsidP="007620EC">
                            <w:pPr>
                              <w:pStyle w:val="R1"/>
                              <w:rPr>
                                <w:sz w:val="24"/>
                                <w:szCs w:val="24"/>
                              </w:rPr>
                            </w:pPr>
                            <w:r w:rsidRPr="007620EC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7620EC">
                              <w:rPr>
                                <w:sz w:val="24"/>
                                <w:szCs w:val="24"/>
                              </w:rPr>
                              <w:instrText xml:space="preserve"> MERGEFIELD 住所_1 \m </w:instrText>
                            </w:r>
                            <w:r w:rsidRPr="007620EC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7620EC" w:rsidRPr="007620EC" w:rsidRDefault="00E55520" w:rsidP="007620EC">
                            <w:pPr>
                              <w:pStyle w:val="R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〇〇</w:t>
                            </w:r>
                            <w:r w:rsidR="007620EC" w:rsidRPr="007620E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県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〇</w:t>
                            </w:r>
                            <w:r w:rsidR="007620EC" w:rsidRPr="007620E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市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〇〇〇〇〇</w:t>
                            </w:r>
                            <w:r w:rsidR="007620EC" w:rsidRPr="007620E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1－1－1</w:t>
                            </w:r>
                            <w:r w:rsidR="007620EC" w:rsidRPr="007620EC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="007620EC" w:rsidRPr="007620EC">
                              <w:rPr>
                                <w:sz w:val="24"/>
                                <w:szCs w:val="24"/>
                              </w:rPr>
                              <w:instrText xml:space="preserve"> MERGEFIELD 住所_2 \m </w:instrText>
                            </w:r>
                            <w:r w:rsidR="007620EC" w:rsidRPr="007620EC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c>
                      </w:tr>
                      <w:bookmarkEnd w:id="4"/>
                    </w:tbl>
                    <w:p w:rsidR="007620EC" w:rsidRPr="007620EC" w:rsidRDefault="007620EC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20EC"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74B1D7" wp14:editId="27D75847">
                <wp:simplePos x="0" y="0"/>
                <wp:positionH relativeFrom="column">
                  <wp:posOffset>278130</wp:posOffset>
                </wp:positionH>
                <wp:positionV relativeFrom="paragraph">
                  <wp:posOffset>3859530</wp:posOffset>
                </wp:positionV>
                <wp:extent cx="2755900" cy="683895"/>
                <wp:effectExtent l="1905" t="1905" r="4445" b="0"/>
                <wp:wrapNone/>
                <wp:docPr id="30" name="テキスト ボック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7620EC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395" w:type="dxa"/>
                                </w:tcPr>
                                <w:p w:rsidR="007620EC" w:rsidRDefault="007620EC" w:rsidP="007620EC">
                                  <w:pPr>
                                    <w:pStyle w:val="S1"/>
                                  </w:pPr>
                                  <w:bookmarkStart w:id="5" w:name="sndAddress" w:colFirst="0" w:colLast="0"/>
                                  <w:r>
                                    <w:t>静岡県焼津市越後島385</w:t>
                                  </w:r>
                                </w:p>
                                <w:p w:rsidR="007620EC" w:rsidRDefault="007620EC" w:rsidP="007620EC">
                                  <w:pPr>
                                    <w:pStyle w:val="S0"/>
                                  </w:pPr>
                                  <w:r w:rsidRPr="007620EC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パステルこども園</w:t>
                                  </w:r>
                                </w:p>
                                <w:p w:rsidR="007620EC" w:rsidRDefault="007620EC" w:rsidP="007620EC">
                                  <w:pPr>
                                    <w:pStyle w:val="S3"/>
                                  </w:pPr>
                                  <w:r>
                                    <w:t>Tel: 054-626-8888 / Fax: 054-626-3100</w:t>
                                  </w:r>
                                </w:p>
                                <w:p w:rsidR="007620EC" w:rsidRDefault="007620EC" w:rsidP="007620EC">
                                  <w:pPr>
                                    <w:pStyle w:val="S3"/>
                                  </w:pPr>
                                  <w:r>
                                    <w:t>Mail: info@passtell.jp</w:t>
                                  </w:r>
                                </w:p>
                              </w:tc>
                            </w:tr>
                            <w:bookmarkEnd w:id="5"/>
                          </w:tbl>
                          <w:p w:rsidR="007620EC" w:rsidRDefault="007620E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8" o:spid="_x0000_s1028" type="#_x0000_t202" style="position:absolute;left:0;text-align:left;margin-left:21.9pt;margin-top:303.9pt;width:217pt;height:5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99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7620EC">
                        <w:trPr>
                          <w:cantSplit/>
                          <w:trHeight w:val="1139"/>
                        </w:trPr>
                        <w:tc>
                          <w:tcPr>
                            <w:tcW w:w="4395" w:type="dxa"/>
                          </w:tcPr>
                          <w:p w:rsidR="007620EC" w:rsidRDefault="007620EC" w:rsidP="007620EC">
                            <w:pPr>
                              <w:pStyle w:val="S1"/>
                            </w:pPr>
                            <w:bookmarkStart w:id="6" w:name="sndAddress" w:colFirst="0" w:colLast="0"/>
                            <w:r>
                              <w:t>静岡県焼津市越後島385</w:t>
                            </w:r>
                          </w:p>
                          <w:p w:rsidR="007620EC" w:rsidRDefault="007620EC" w:rsidP="007620EC">
                            <w:pPr>
                              <w:pStyle w:val="S0"/>
                            </w:pPr>
                            <w:r w:rsidRPr="007620EC">
                              <w:rPr>
                                <w:sz w:val="16"/>
                              </w:rPr>
                              <w:tab/>
                            </w:r>
                            <w:r>
                              <w:t>パステルこども園</w:t>
                            </w:r>
                          </w:p>
                          <w:p w:rsidR="007620EC" w:rsidRDefault="007620EC" w:rsidP="007620EC">
                            <w:pPr>
                              <w:pStyle w:val="S3"/>
                            </w:pPr>
                            <w:r>
                              <w:t>Tel: 054-626-8888 / Fax: 054-626-3100</w:t>
                            </w:r>
                          </w:p>
                          <w:p w:rsidR="007620EC" w:rsidRDefault="007620EC" w:rsidP="007620EC">
                            <w:pPr>
                              <w:pStyle w:val="S3"/>
                            </w:pPr>
                            <w:r>
                              <w:t>Mail: info@passtell.jp</w:t>
                            </w:r>
                          </w:p>
                        </w:tc>
                      </w:tr>
                      <w:bookmarkEnd w:id="6"/>
                    </w:tbl>
                    <w:p w:rsidR="007620EC" w:rsidRDefault="007620EC"/>
                  </w:txbxContent>
                </v:textbox>
              </v:shape>
            </w:pict>
          </mc:Fallback>
        </mc:AlternateContent>
      </w:r>
      <w:r w:rsidR="007620EC"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622D2A09">
                <wp:simplePos x="0" y="0"/>
                <wp:positionH relativeFrom="column">
                  <wp:posOffset>1336040</wp:posOffset>
                </wp:positionH>
                <wp:positionV relativeFrom="paragraph">
                  <wp:posOffset>-53975</wp:posOffset>
                </wp:positionV>
                <wp:extent cx="1730375" cy="469265"/>
                <wp:effectExtent l="2540" t="3175" r="635" b="3810"/>
                <wp:wrapNone/>
                <wp:docPr id="27" name="テキスト ボック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037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7620E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7620EC" w:rsidRPr="007620EC" w:rsidRDefault="00AA1F10" w:rsidP="007620E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bookmarkStart w:id="7" w:name="rcvZipA" w:colFirst="0" w:colLast="0"/>
                                  <w:bookmarkStart w:id="8" w:name="rcvZipB" w:colFirst="1" w:colLast="1"/>
                                  <w:r>
                                    <w:rPr>
                                      <w:rFonts w:ascii="OCRB" w:hint="eastAsia"/>
                                    </w:rPr>
                                    <w:t>000</w:t>
                                  </w:r>
                                  <w:r w:rsidR="007620EC">
                                    <w:rPr>
                                      <w:rFonts w:ascii="OCRB" w:hint="eastAsia"/>
                                    </w:rPr>
                                    <w:t xml:space="preserve">　</w:t>
                                  </w:r>
                                  <w:r w:rsidR="007620EC" w:rsidRPr="007620E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="007620EC" w:rsidRPr="007620E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="007620EC" w:rsidRPr="007620E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="007620EC" w:rsidRPr="007620E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="007620EC" w:rsidRPr="007620E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7620EC" w:rsidRPr="007620EC" w:rsidRDefault="007620EC" w:rsidP="007620E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 w:hint="eastAsia"/>
                                    </w:rPr>
                                    <w:t>0000</w:t>
                                  </w:r>
                                  <w:r w:rsidRPr="007620E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7620E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7620E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7620E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7620E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7"/>
                            <w:bookmarkEnd w:id="8"/>
                          </w:tbl>
                          <w:p w:rsidR="007620EC" w:rsidRDefault="007620E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4" o:spid="_x0000_s1029" type="#_x0000_t202" style="position:absolute;left:0;text-align:left;margin-left:105.2pt;margin-top:-4.25pt;width:136.2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7620E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7620EC" w:rsidRPr="007620EC" w:rsidRDefault="00AA1F10" w:rsidP="007620E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bookmarkStart w:id="9" w:name="rcvZipA" w:colFirst="0" w:colLast="0"/>
                            <w:bookmarkStart w:id="10" w:name="rcvZipB" w:colFirst="1" w:colLast="1"/>
                            <w:r>
                              <w:rPr>
                                <w:rFonts w:ascii="OCRB" w:hint="eastAsia"/>
                              </w:rPr>
                              <w:t>000</w:t>
                            </w:r>
                            <w:r w:rsidR="007620EC">
                              <w:rPr>
                                <w:rFonts w:ascii="OCRB" w:hint="eastAsia"/>
                              </w:rPr>
                              <w:t xml:space="preserve">　</w:t>
                            </w:r>
                            <w:r w:rsidR="007620EC" w:rsidRPr="007620E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="007620EC" w:rsidRPr="007620E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="007620EC" w:rsidRPr="007620E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="007620EC" w:rsidRPr="007620E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="007620EC" w:rsidRPr="007620E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7620EC" w:rsidRPr="007620EC" w:rsidRDefault="007620EC" w:rsidP="007620E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 w:hint="eastAsia"/>
                              </w:rPr>
                              <w:t>0000</w:t>
                            </w:r>
                            <w:r w:rsidRPr="007620E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7620E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7620E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7620E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7620E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9"/>
                      <w:bookmarkEnd w:id="10"/>
                    </w:tbl>
                    <w:p w:rsidR="007620EC" w:rsidRDefault="007620EC"/>
                  </w:txbxContent>
                </v:textbox>
              </v:shape>
            </w:pict>
          </mc:Fallback>
        </mc:AlternateContent>
      </w:r>
      <w:r w:rsidR="007620EC"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49191450">
                <wp:simplePos x="0" y="0"/>
                <wp:positionH relativeFrom="column">
                  <wp:posOffset>-122555</wp:posOffset>
                </wp:positionH>
                <wp:positionV relativeFrom="paragraph">
                  <wp:posOffset>4540250</wp:posOffset>
                </wp:positionV>
                <wp:extent cx="1080770" cy="325755"/>
                <wp:effectExtent l="1270" t="0" r="3810" b="1270"/>
                <wp:wrapNone/>
                <wp:docPr id="26" name="テキスト ボック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2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77"/>
                              <w:gridCol w:w="940"/>
                            </w:tblGrid>
                            <w:tr w:rsidR="007620E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7620EC" w:rsidRDefault="007620EC" w:rsidP="007620EC">
                                  <w:pPr>
                                    <w:pStyle w:val="SA"/>
                                  </w:pPr>
                                  <w:bookmarkStart w:id="11" w:name="sndZipColumn" w:colFirst="0" w:colLast="1"/>
                                  <w:bookmarkStart w:id="12" w:name="sndZipA" w:colFirst="0" w:colLast="0"/>
                                  <w:bookmarkStart w:id="13" w:name="sndZipB" w:colFirst="1" w:colLast="1"/>
                                  <w:r w:rsidRPr="007620EC">
                                    <w:rPr>
                                      <w:rFonts w:ascii="OCRB"/>
                                    </w:rPr>
                                    <w:t>425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7620EC" w:rsidRDefault="007620EC" w:rsidP="007620EC">
                                  <w:pPr>
                                    <w:pStyle w:val="SB"/>
                                    <w:ind w:right="-105"/>
                                  </w:pPr>
                                  <w:r w:rsidRPr="007620EC">
                                    <w:rPr>
                                      <w:rFonts w:ascii="OCRB"/>
                                    </w:rPr>
                                    <w:t>0092</w:t>
                                  </w:r>
                                </w:p>
                              </w:tc>
                            </w:tr>
                            <w:bookmarkEnd w:id="11"/>
                            <w:bookmarkEnd w:id="12"/>
                            <w:bookmarkEnd w:id="13"/>
                          </w:tbl>
                          <w:p w:rsidR="007620EC" w:rsidRDefault="007620E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5" o:spid="_x0000_s1030" type="#_x0000_t202" style="position:absolute;left:0;text-align:left;margin-left:-9.65pt;margin-top:357.5pt;width:85.1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" filled="f" stroked="f">
                <v:textbox inset=".64mm,0,,0">
                  <w:txbxContent>
                    <w:tbl>
                      <w:tblPr>
                        <w:tblW w:w="0" w:type="auto"/>
                        <w:tblInd w:w="102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77"/>
                        <w:gridCol w:w="940"/>
                      </w:tblGrid>
                      <w:tr w:rsidR="007620E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7620EC" w:rsidRDefault="007620EC" w:rsidP="007620EC">
                            <w:pPr>
                              <w:pStyle w:val="SA"/>
                            </w:pPr>
                            <w:bookmarkStart w:id="14" w:name="sndZipColumn" w:colFirst="0" w:colLast="1"/>
                            <w:bookmarkStart w:id="15" w:name="sndZipA" w:colFirst="0" w:colLast="0"/>
                            <w:bookmarkStart w:id="16" w:name="sndZipB" w:colFirst="1" w:colLast="1"/>
                            <w:r w:rsidRPr="007620EC">
                              <w:rPr>
                                <w:rFonts w:ascii="OCRB"/>
                              </w:rPr>
                              <w:t>425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7620EC" w:rsidRDefault="007620EC" w:rsidP="007620EC">
                            <w:pPr>
                              <w:pStyle w:val="SB"/>
                              <w:ind w:right="-105"/>
                            </w:pPr>
                            <w:r w:rsidRPr="007620EC">
                              <w:rPr>
                                <w:rFonts w:ascii="OCRB"/>
                              </w:rPr>
                              <w:t>0092</w:t>
                            </w:r>
                          </w:p>
                        </w:tc>
                      </w:tr>
                      <w:bookmarkEnd w:id="14"/>
                      <w:bookmarkEnd w:id="15"/>
                      <w:bookmarkEnd w:id="16"/>
                    </w:tbl>
                    <w:p w:rsidR="007620EC" w:rsidRDefault="007620EC"/>
                  </w:txbxContent>
                </v:textbox>
              </v:shape>
            </w:pict>
          </mc:Fallback>
        </mc:AlternateContent>
      </w:r>
    </w:p>
    <w:sectPr w:rsidR="00D90B27" w:rsidSect="007620EC">
      <w:headerReference w:type="default" r:id="rId7"/>
      <w:pgSz w:w="5669" w:h="8391"/>
      <w:pgMar w:top="624" w:right="454" w:bottom="113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0EC" w:rsidRDefault="007620EC" w:rsidP="007620EC">
      <w:r>
        <w:separator/>
      </w:r>
    </w:p>
  </w:endnote>
  <w:endnote w:type="continuationSeparator" w:id="0">
    <w:p w:rsidR="007620EC" w:rsidRDefault="007620EC" w:rsidP="00762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0EC" w:rsidRDefault="007620EC" w:rsidP="007620EC">
      <w:r>
        <w:separator/>
      </w:r>
    </w:p>
  </w:footnote>
  <w:footnote w:type="continuationSeparator" w:id="0">
    <w:p w:rsidR="007620EC" w:rsidRDefault="007620EC" w:rsidP="00762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0EC" w:rsidRDefault="007620E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2FB97473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20EC" w:rsidRDefault="007620E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" name="図 3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32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OC1KcK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7620EC" w:rsidRDefault="007620E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" name="図 3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EC"/>
    <w:rsid w:val="00234030"/>
    <w:rsid w:val="007620EC"/>
    <w:rsid w:val="00AA1F10"/>
    <w:rsid w:val="00AB5320"/>
    <w:rsid w:val="00D90B27"/>
    <w:rsid w:val="00E55520"/>
    <w:rsid w:val="00F1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0EC"/>
    <w:pPr>
      <w:widowControl w:val="0"/>
      <w:jc w:val="both"/>
    </w:pPr>
    <w:rPr>
      <w:rFonts w:ascii="メイリオ" w:eastAsia="メイリオ" w:hAnsi="メイリオ" w:cs="メイリオ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7620EC"/>
    <w:pPr>
      <w:adjustRightInd w:val="0"/>
      <w:snapToGrid w:val="0"/>
      <w:ind w:left="113" w:right="113"/>
      <w:jc w:val="left"/>
    </w:pPr>
    <w:rPr>
      <w:sz w:val="22"/>
      <w:szCs w:val="20"/>
      <w:lang w:bidi="he-IL"/>
    </w:rPr>
  </w:style>
  <w:style w:type="paragraph" w:customStyle="1" w:styleId="RNH">
    <w:name w:val="R会社_NH"/>
    <w:basedOn w:val="R"/>
    <w:rsid w:val="007620EC"/>
    <w:pPr>
      <w:ind w:left="0"/>
    </w:pPr>
    <w:rPr>
      <w:noProof/>
    </w:rPr>
  </w:style>
  <w:style w:type="paragraph" w:customStyle="1" w:styleId="R0">
    <w:name w:val="R氏名"/>
    <w:basedOn w:val="a"/>
    <w:rsid w:val="007620EC"/>
    <w:pPr>
      <w:adjustRightInd w:val="0"/>
      <w:snapToGrid w:val="0"/>
      <w:jc w:val="distribute"/>
    </w:pPr>
    <w:rPr>
      <w:sz w:val="44"/>
      <w:szCs w:val="20"/>
      <w:lang w:bidi="he-IL"/>
    </w:rPr>
  </w:style>
  <w:style w:type="paragraph" w:customStyle="1" w:styleId="RNH0">
    <w:name w:val="R氏名_NH"/>
    <w:basedOn w:val="R0"/>
    <w:rsid w:val="007620EC"/>
    <w:rPr>
      <w:noProof/>
    </w:rPr>
  </w:style>
  <w:style w:type="paragraph" w:customStyle="1" w:styleId="R1">
    <w:name w:val="R住所_1"/>
    <w:basedOn w:val="a"/>
    <w:rsid w:val="007620EC"/>
    <w:pPr>
      <w:adjustRightInd w:val="0"/>
      <w:snapToGrid w:val="0"/>
      <w:ind w:left="113" w:right="113"/>
      <w:jc w:val="left"/>
    </w:pPr>
    <w:rPr>
      <w:szCs w:val="20"/>
      <w:lang w:bidi="he-IL"/>
    </w:rPr>
  </w:style>
  <w:style w:type="paragraph" w:customStyle="1" w:styleId="R1NH">
    <w:name w:val="R住所_1_NH"/>
    <w:basedOn w:val="R1"/>
    <w:rsid w:val="007620EC"/>
    <w:pPr>
      <w:ind w:left="0"/>
    </w:pPr>
    <w:rPr>
      <w:noProof/>
    </w:rPr>
  </w:style>
  <w:style w:type="paragraph" w:customStyle="1" w:styleId="R2">
    <w:name w:val="R住所_2"/>
    <w:basedOn w:val="a"/>
    <w:rsid w:val="007620EC"/>
    <w:pPr>
      <w:adjustRightInd w:val="0"/>
      <w:snapToGrid w:val="0"/>
      <w:ind w:left="113" w:right="113"/>
      <w:jc w:val="right"/>
    </w:pPr>
    <w:rPr>
      <w:szCs w:val="20"/>
      <w:lang w:bidi="he-IL"/>
    </w:rPr>
  </w:style>
  <w:style w:type="paragraph" w:customStyle="1" w:styleId="R2NH">
    <w:name w:val="R住所_2_NH"/>
    <w:basedOn w:val="R2"/>
    <w:rsid w:val="007620EC"/>
    <w:pPr>
      <w:ind w:left="0"/>
    </w:pPr>
    <w:rPr>
      <w:noProof/>
    </w:rPr>
  </w:style>
  <w:style w:type="paragraph" w:customStyle="1" w:styleId="R3">
    <w:name w:val="R部署"/>
    <w:basedOn w:val="a"/>
    <w:rsid w:val="007620EC"/>
    <w:pPr>
      <w:adjustRightInd w:val="0"/>
      <w:snapToGrid w:val="0"/>
      <w:ind w:left="113" w:right="113"/>
      <w:jc w:val="center"/>
    </w:pPr>
    <w:rPr>
      <w:sz w:val="20"/>
      <w:szCs w:val="20"/>
      <w:lang w:bidi="he-IL"/>
    </w:rPr>
  </w:style>
  <w:style w:type="paragraph" w:customStyle="1" w:styleId="RNH1">
    <w:name w:val="R部署_NH"/>
    <w:basedOn w:val="R3"/>
    <w:rsid w:val="007620EC"/>
    <w:pPr>
      <w:ind w:left="0"/>
    </w:pPr>
    <w:rPr>
      <w:noProof/>
    </w:rPr>
  </w:style>
  <w:style w:type="paragraph" w:customStyle="1" w:styleId="RA">
    <w:name w:val="R郵便番号A"/>
    <w:basedOn w:val="a"/>
    <w:rsid w:val="007620EC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7620EC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7620EC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7620EC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7620EC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7620EC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7620EC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7620EC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7620EC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7620EC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7620EC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7620E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7620EC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7620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7620EC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7620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7620EC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0EC"/>
    <w:pPr>
      <w:widowControl w:val="0"/>
      <w:jc w:val="both"/>
    </w:pPr>
    <w:rPr>
      <w:rFonts w:ascii="メイリオ" w:eastAsia="メイリオ" w:hAnsi="メイリオ" w:cs="メイリオ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7620EC"/>
    <w:pPr>
      <w:adjustRightInd w:val="0"/>
      <w:snapToGrid w:val="0"/>
      <w:ind w:left="113" w:right="113"/>
      <w:jc w:val="left"/>
    </w:pPr>
    <w:rPr>
      <w:sz w:val="22"/>
      <w:szCs w:val="20"/>
      <w:lang w:bidi="he-IL"/>
    </w:rPr>
  </w:style>
  <w:style w:type="paragraph" w:customStyle="1" w:styleId="RNH">
    <w:name w:val="R会社_NH"/>
    <w:basedOn w:val="R"/>
    <w:rsid w:val="007620EC"/>
    <w:pPr>
      <w:ind w:left="0"/>
    </w:pPr>
    <w:rPr>
      <w:noProof/>
    </w:rPr>
  </w:style>
  <w:style w:type="paragraph" w:customStyle="1" w:styleId="R0">
    <w:name w:val="R氏名"/>
    <w:basedOn w:val="a"/>
    <w:rsid w:val="007620EC"/>
    <w:pPr>
      <w:adjustRightInd w:val="0"/>
      <w:snapToGrid w:val="0"/>
      <w:jc w:val="distribute"/>
    </w:pPr>
    <w:rPr>
      <w:sz w:val="44"/>
      <w:szCs w:val="20"/>
      <w:lang w:bidi="he-IL"/>
    </w:rPr>
  </w:style>
  <w:style w:type="paragraph" w:customStyle="1" w:styleId="RNH0">
    <w:name w:val="R氏名_NH"/>
    <w:basedOn w:val="R0"/>
    <w:rsid w:val="007620EC"/>
    <w:rPr>
      <w:noProof/>
    </w:rPr>
  </w:style>
  <w:style w:type="paragraph" w:customStyle="1" w:styleId="R1">
    <w:name w:val="R住所_1"/>
    <w:basedOn w:val="a"/>
    <w:rsid w:val="007620EC"/>
    <w:pPr>
      <w:adjustRightInd w:val="0"/>
      <w:snapToGrid w:val="0"/>
      <w:ind w:left="113" w:right="113"/>
      <w:jc w:val="left"/>
    </w:pPr>
    <w:rPr>
      <w:szCs w:val="20"/>
      <w:lang w:bidi="he-IL"/>
    </w:rPr>
  </w:style>
  <w:style w:type="paragraph" w:customStyle="1" w:styleId="R1NH">
    <w:name w:val="R住所_1_NH"/>
    <w:basedOn w:val="R1"/>
    <w:rsid w:val="007620EC"/>
    <w:pPr>
      <w:ind w:left="0"/>
    </w:pPr>
    <w:rPr>
      <w:noProof/>
    </w:rPr>
  </w:style>
  <w:style w:type="paragraph" w:customStyle="1" w:styleId="R2">
    <w:name w:val="R住所_2"/>
    <w:basedOn w:val="a"/>
    <w:rsid w:val="007620EC"/>
    <w:pPr>
      <w:adjustRightInd w:val="0"/>
      <w:snapToGrid w:val="0"/>
      <w:ind w:left="113" w:right="113"/>
      <w:jc w:val="right"/>
    </w:pPr>
    <w:rPr>
      <w:szCs w:val="20"/>
      <w:lang w:bidi="he-IL"/>
    </w:rPr>
  </w:style>
  <w:style w:type="paragraph" w:customStyle="1" w:styleId="R2NH">
    <w:name w:val="R住所_2_NH"/>
    <w:basedOn w:val="R2"/>
    <w:rsid w:val="007620EC"/>
    <w:pPr>
      <w:ind w:left="0"/>
    </w:pPr>
    <w:rPr>
      <w:noProof/>
    </w:rPr>
  </w:style>
  <w:style w:type="paragraph" w:customStyle="1" w:styleId="R3">
    <w:name w:val="R部署"/>
    <w:basedOn w:val="a"/>
    <w:rsid w:val="007620EC"/>
    <w:pPr>
      <w:adjustRightInd w:val="0"/>
      <w:snapToGrid w:val="0"/>
      <w:ind w:left="113" w:right="113"/>
      <w:jc w:val="center"/>
    </w:pPr>
    <w:rPr>
      <w:sz w:val="20"/>
      <w:szCs w:val="20"/>
      <w:lang w:bidi="he-IL"/>
    </w:rPr>
  </w:style>
  <w:style w:type="paragraph" w:customStyle="1" w:styleId="RNH1">
    <w:name w:val="R部署_NH"/>
    <w:basedOn w:val="R3"/>
    <w:rsid w:val="007620EC"/>
    <w:pPr>
      <w:ind w:left="0"/>
    </w:pPr>
    <w:rPr>
      <w:noProof/>
    </w:rPr>
  </w:style>
  <w:style w:type="paragraph" w:customStyle="1" w:styleId="RA">
    <w:name w:val="R郵便番号A"/>
    <w:basedOn w:val="a"/>
    <w:rsid w:val="007620EC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7620EC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7620EC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7620EC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7620EC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7620EC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7620EC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7620EC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7620EC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7620EC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7620EC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7620E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7620EC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7620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7620EC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7620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7620E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POSTCARD20.WIZ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POSTCARD20.WIZ</Template>
  <TotalTime>12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豊島 直子</dc:creator>
  <cp:lastModifiedBy>豊島 直子</cp:lastModifiedBy>
  <cp:revision>4</cp:revision>
  <dcterms:created xsi:type="dcterms:W3CDTF">2015-07-21T14:48:00Z</dcterms:created>
  <dcterms:modified xsi:type="dcterms:W3CDTF">2015-07-23T02:14:00Z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